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5689" w:tblpY="1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</w:tblGrid>
      <w:tr w:rsidR="00B95107" w:rsidRPr="00D51BB8">
        <w:trPr>
          <w:trHeight w:val="267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B95107" w:rsidRPr="00D51BB8" w:rsidRDefault="00B95107" w:rsidP="00666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B95107" w:rsidRDefault="00B95107" w:rsidP="00666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депутатов МО Ломоносовский муниципальный район </w:t>
            </w:r>
          </w:p>
          <w:p w:rsidR="00B95107" w:rsidRPr="00D51BB8" w:rsidRDefault="00B95107" w:rsidP="00666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25.03.2015 г.</w:t>
            </w: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 xml:space="preserve"> 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B95107" w:rsidRPr="00D51BB8" w:rsidRDefault="00B95107" w:rsidP="00666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B95107" w:rsidRDefault="00B95107" w:rsidP="00FB1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107" w:rsidRDefault="00B95107" w:rsidP="00FB1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107" w:rsidRPr="006D0ADF" w:rsidRDefault="00B95107" w:rsidP="00FB1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107" w:rsidRDefault="00B95107" w:rsidP="00FB1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107" w:rsidRDefault="00B95107" w:rsidP="00FB1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107" w:rsidRDefault="00B95107" w:rsidP="00FB1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107" w:rsidRDefault="00B95107" w:rsidP="00FB1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107" w:rsidRDefault="00B95107" w:rsidP="00FB1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107" w:rsidRDefault="00B95107" w:rsidP="00FB1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107" w:rsidRDefault="00B95107" w:rsidP="00FB1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107" w:rsidRDefault="00B95107" w:rsidP="00FB1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107" w:rsidRDefault="00B95107" w:rsidP="00FB1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107" w:rsidRDefault="00B95107" w:rsidP="00E26E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Прогнозируемый объем и</w:t>
      </w:r>
      <w:r w:rsidRPr="00E72EE9">
        <w:rPr>
          <w:rFonts w:ascii="Times New Roman" w:hAnsi="Times New Roman" w:cs="Times New Roman"/>
          <w:b/>
          <w:bCs/>
          <w:sz w:val="28"/>
          <w:szCs w:val="28"/>
        </w:rPr>
        <w:t>ны</w:t>
      </w:r>
      <w:r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E72EE9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E72EE9">
        <w:rPr>
          <w:rFonts w:ascii="Times New Roman" w:hAnsi="Times New Roman" w:cs="Times New Roman"/>
          <w:b/>
          <w:bCs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ов </w:t>
      </w:r>
      <w:r w:rsidRPr="00E72E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E72EE9">
        <w:rPr>
          <w:rFonts w:ascii="Times New Roman" w:hAnsi="Times New Roman" w:cs="Times New Roman"/>
          <w:b/>
          <w:bCs/>
          <w:sz w:val="28"/>
          <w:szCs w:val="28"/>
        </w:rPr>
        <w:t>юджетам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72EE9">
        <w:rPr>
          <w:rFonts w:ascii="Times New Roman" w:hAnsi="Times New Roman" w:cs="Times New Roman"/>
          <w:b/>
          <w:bCs/>
          <w:sz w:val="28"/>
          <w:szCs w:val="28"/>
        </w:rPr>
        <w:t xml:space="preserve"> сельских поселений, входящи</w:t>
      </w:r>
      <w:r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E72EE9">
        <w:rPr>
          <w:rFonts w:ascii="Times New Roman" w:hAnsi="Times New Roman" w:cs="Times New Roman"/>
          <w:b/>
          <w:bCs/>
          <w:sz w:val="28"/>
          <w:szCs w:val="28"/>
        </w:rPr>
        <w:t xml:space="preserve"> в состав Ломоносовского муниципального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72EE9">
        <w:rPr>
          <w:rFonts w:ascii="Times New Roman" w:hAnsi="Times New Roman" w:cs="Times New Roman"/>
          <w:b/>
          <w:bCs/>
          <w:sz w:val="28"/>
          <w:szCs w:val="28"/>
        </w:rPr>
        <w:t>на 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</w:t>
      </w:r>
    </w:p>
    <w:p w:rsidR="00B95107" w:rsidRPr="00E72EE9" w:rsidRDefault="00B95107" w:rsidP="00E26E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2015 год</w:t>
      </w:r>
    </w:p>
    <w:p w:rsidR="00B95107" w:rsidRDefault="00B95107" w:rsidP="00FB1A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5107" w:rsidRDefault="00B95107" w:rsidP="00FB1A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5107" w:rsidRDefault="00B95107" w:rsidP="00FB1A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5107" w:rsidRDefault="00B95107" w:rsidP="00FB1A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тыс.руб.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B95107" w:rsidRPr="00D51BB8">
        <w:tc>
          <w:tcPr>
            <w:tcW w:w="4785" w:type="dxa"/>
          </w:tcPr>
          <w:p w:rsidR="00B95107" w:rsidRPr="00D51BB8" w:rsidRDefault="00B95107" w:rsidP="00D51B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поселения</w:t>
            </w:r>
          </w:p>
        </w:tc>
        <w:tc>
          <w:tcPr>
            <w:tcW w:w="4786" w:type="dxa"/>
          </w:tcPr>
          <w:p w:rsidR="00B95107" w:rsidRPr="00D51BB8" w:rsidRDefault="00B95107" w:rsidP="00D51B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Сумма</w:t>
            </w:r>
          </w:p>
        </w:tc>
      </w:tr>
      <w:tr w:rsidR="00B95107" w:rsidRPr="00D51BB8">
        <w:tc>
          <w:tcPr>
            <w:tcW w:w="4785" w:type="dxa"/>
          </w:tcPr>
          <w:p w:rsidR="00B95107" w:rsidRPr="00D51BB8" w:rsidRDefault="00B95107" w:rsidP="00D51B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>Пениковское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ельское поселение</w:t>
            </w:r>
          </w:p>
        </w:tc>
        <w:tc>
          <w:tcPr>
            <w:tcW w:w="4786" w:type="dxa"/>
          </w:tcPr>
          <w:p w:rsidR="00B95107" w:rsidRPr="00D51BB8" w:rsidRDefault="00B95107" w:rsidP="00D51B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B95107" w:rsidRPr="00D51BB8">
        <w:tc>
          <w:tcPr>
            <w:tcW w:w="4785" w:type="dxa"/>
          </w:tcPr>
          <w:p w:rsidR="00B95107" w:rsidRPr="00D51BB8" w:rsidRDefault="00B95107" w:rsidP="00D51B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Низинское сельское поселение</w:t>
            </w:r>
          </w:p>
        </w:tc>
        <w:tc>
          <w:tcPr>
            <w:tcW w:w="4786" w:type="dxa"/>
          </w:tcPr>
          <w:p w:rsidR="00B95107" w:rsidRPr="00D51BB8" w:rsidRDefault="00B95107" w:rsidP="00D51B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>2900</w:t>
            </w:r>
          </w:p>
        </w:tc>
      </w:tr>
      <w:tr w:rsidR="00B95107" w:rsidRPr="00D51BB8">
        <w:tc>
          <w:tcPr>
            <w:tcW w:w="4785" w:type="dxa"/>
          </w:tcPr>
          <w:p w:rsidR="00B95107" w:rsidRPr="00D51BB8" w:rsidRDefault="00B95107" w:rsidP="00D51B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 xml:space="preserve">Горбунковское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4786" w:type="dxa"/>
          </w:tcPr>
          <w:p w:rsidR="00B95107" w:rsidRPr="00D51BB8" w:rsidRDefault="00B95107" w:rsidP="00D51B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>2200</w:t>
            </w:r>
          </w:p>
        </w:tc>
      </w:tr>
      <w:tr w:rsidR="00B95107" w:rsidRPr="00D51BB8">
        <w:tc>
          <w:tcPr>
            <w:tcW w:w="4785" w:type="dxa"/>
          </w:tcPr>
          <w:p w:rsidR="00B95107" w:rsidRPr="00D51BB8" w:rsidRDefault="00B95107" w:rsidP="00D51B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 xml:space="preserve">Аннинское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4786" w:type="dxa"/>
          </w:tcPr>
          <w:p w:rsidR="00B95107" w:rsidRPr="00D51BB8" w:rsidRDefault="00B95107" w:rsidP="00D51B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>12700</w:t>
            </w:r>
          </w:p>
        </w:tc>
      </w:tr>
      <w:tr w:rsidR="00B95107" w:rsidRPr="00D51BB8">
        <w:tc>
          <w:tcPr>
            <w:tcW w:w="4785" w:type="dxa"/>
          </w:tcPr>
          <w:p w:rsidR="00B95107" w:rsidRPr="00D51BB8" w:rsidRDefault="00B95107" w:rsidP="00D51B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 xml:space="preserve">Виллозское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4786" w:type="dxa"/>
          </w:tcPr>
          <w:p w:rsidR="00B95107" w:rsidRPr="00D51BB8" w:rsidRDefault="00B95107" w:rsidP="00D51B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>18000</w:t>
            </w:r>
          </w:p>
        </w:tc>
      </w:tr>
      <w:tr w:rsidR="00B95107" w:rsidRPr="00D51BB8">
        <w:tc>
          <w:tcPr>
            <w:tcW w:w="4785" w:type="dxa"/>
          </w:tcPr>
          <w:p w:rsidR="00B95107" w:rsidRPr="00D51BB8" w:rsidRDefault="00B95107" w:rsidP="00D51B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 xml:space="preserve">Копорское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4786" w:type="dxa"/>
          </w:tcPr>
          <w:p w:rsidR="00B95107" w:rsidRPr="00D51BB8" w:rsidRDefault="00B95107" w:rsidP="00D51B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>1900</w:t>
            </w:r>
          </w:p>
        </w:tc>
      </w:tr>
      <w:tr w:rsidR="00B95107" w:rsidRPr="00D51BB8">
        <w:tc>
          <w:tcPr>
            <w:tcW w:w="4785" w:type="dxa"/>
          </w:tcPr>
          <w:p w:rsidR="00B95107" w:rsidRPr="00D51BB8" w:rsidRDefault="00B95107" w:rsidP="00D51B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 xml:space="preserve">Лопухинское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4786" w:type="dxa"/>
          </w:tcPr>
          <w:p w:rsidR="00B95107" w:rsidRPr="00D51BB8" w:rsidRDefault="00B95107" w:rsidP="00D51B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</w:tr>
      <w:tr w:rsidR="00B95107" w:rsidRPr="00D51BB8">
        <w:tc>
          <w:tcPr>
            <w:tcW w:w="4785" w:type="dxa"/>
          </w:tcPr>
          <w:p w:rsidR="00B95107" w:rsidRPr="00D51BB8" w:rsidRDefault="00B95107" w:rsidP="00D51B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 xml:space="preserve">Гостилицкое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4786" w:type="dxa"/>
          </w:tcPr>
          <w:p w:rsidR="00B95107" w:rsidRPr="00D51BB8" w:rsidRDefault="00B95107" w:rsidP="00D51B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</w:tr>
      <w:tr w:rsidR="00B95107" w:rsidRPr="00D51BB8">
        <w:tc>
          <w:tcPr>
            <w:tcW w:w="4785" w:type="dxa"/>
          </w:tcPr>
          <w:p w:rsidR="00B95107" w:rsidRPr="00D51BB8" w:rsidRDefault="00B95107" w:rsidP="00D51B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 xml:space="preserve">Оржицкое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4786" w:type="dxa"/>
          </w:tcPr>
          <w:p w:rsidR="00B95107" w:rsidRPr="00D51BB8" w:rsidRDefault="00B95107" w:rsidP="00D51B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>1700</w:t>
            </w:r>
          </w:p>
        </w:tc>
      </w:tr>
      <w:tr w:rsidR="00B95107" w:rsidRPr="00D51BB8">
        <w:tc>
          <w:tcPr>
            <w:tcW w:w="4785" w:type="dxa"/>
          </w:tcPr>
          <w:p w:rsidR="00B95107" w:rsidRPr="00D51BB8" w:rsidRDefault="00B95107" w:rsidP="00D51B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 xml:space="preserve">Кипенское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4786" w:type="dxa"/>
          </w:tcPr>
          <w:p w:rsidR="00B95107" w:rsidRPr="00D51BB8" w:rsidRDefault="00B95107" w:rsidP="00D51B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>7400</w:t>
            </w:r>
          </w:p>
        </w:tc>
      </w:tr>
      <w:tr w:rsidR="00B95107" w:rsidRPr="00D51BB8">
        <w:tc>
          <w:tcPr>
            <w:tcW w:w="4785" w:type="dxa"/>
          </w:tcPr>
          <w:p w:rsidR="00B95107" w:rsidRPr="00D51BB8" w:rsidRDefault="00B95107" w:rsidP="00D51B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 xml:space="preserve">Ропшинское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4786" w:type="dxa"/>
          </w:tcPr>
          <w:p w:rsidR="00B95107" w:rsidRPr="00D51BB8" w:rsidRDefault="00B95107" w:rsidP="00D51B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>5300</w:t>
            </w:r>
          </w:p>
        </w:tc>
      </w:tr>
      <w:tr w:rsidR="00B95107" w:rsidRPr="00D51BB8">
        <w:tc>
          <w:tcPr>
            <w:tcW w:w="4785" w:type="dxa"/>
          </w:tcPr>
          <w:p w:rsidR="00B95107" w:rsidRPr="00D51BB8" w:rsidRDefault="00B95107" w:rsidP="00D51B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 xml:space="preserve">Р-Высоцкое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4786" w:type="dxa"/>
          </w:tcPr>
          <w:p w:rsidR="00B95107" w:rsidRPr="00D51BB8" w:rsidRDefault="00B95107" w:rsidP="00D51B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>1100</w:t>
            </w:r>
          </w:p>
        </w:tc>
      </w:tr>
      <w:tr w:rsidR="00B95107" w:rsidRPr="00D51BB8">
        <w:tc>
          <w:tcPr>
            <w:tcW w:w="4785" w:type="dxa"/>
          </w:tcPr>
          <w:p w:rsidR="00B95107" w:rsidRPr="00D51BB8" w:rsidRDefault="00B95107" w:rsidP="00D51B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 xml:space="preserve">Лаголовское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4786" w:type="dxa"/>
          </w:tcPr>
          <w:p w:rsidR="00B95107" w:rsidRPr="00D51BB8" w:rsidRDefault="00B95107" w:rsidP="00D51B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</w:tr>
      <w:tr w:rsidR="00B95107" w:rsidRPr="00D51BB8">
        <w:tc>
          <w:tcPr>
            <w:tcW w:w="4785" w:type="dxa"/>
          </w:tcPr>
          <w:p w:rsidR="00B95107" w:rsidRPr="00D51BB8" w:rsidRDefault="00B95107" w:rsidP="00D51B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786" w:type="dxa"/>
          </w:tcPr>
          <w:p w:rsidR="00B95107" w:rsidRPr="00D51BB8" w:rsidRDefault="00B95107" w:rsidP="00D51BB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1B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57900</w:t>
            </w:r>
          </w:p>
        </w:tc>
      </w:tr>
    </w:tbl>
    <w:p w:rsidR="00B95107" w:rsidRPr="00260023" w:rsidRDefault="00B95107" w:rsidP="00FB1A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5107" w:rsidRDefault="00B95107"/>
    <w:sectPr w:rsidR="00B95107" w:rsidSect="006B0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1AF3"/>
    <w:rsid w:val="000B7D64"/>
    <w:rsid w:val="00143F9F"/>
    <w:rsid w:val="001948F8"/>
    <w:rsid w:val="00260023"/>
    <w:rsid w:val="002E0966"/>
    <w:rsid w:val="00374566"/>
    <w:rsid w:val="003A10F2"/>
    <w:rsid w:val="003B2070"/>
    <w:rsid w:val="003C7908"/>
    <w:rsid w:val="003F4FC0"/>
    <w:rsid w:val="004658CA"/>
    <w:rsid w:val="00482194"/>
    <w:rsid w:val="004821F0"/>
    <w:rsid w:val="004866A4"/>
    <w:rsid w:val="00535D56"/>
    <w:rsid w:val="00552259"/>
    <w:rsid w:val="006246A9"/>
    <w:rsid w:val="00666816"/>
    <w:rsid w:val="006B0287"/>
    <w:rsid w:val="006D0ADF"/>
    <w:rsid w:val="007527C5"/>
    <w:rsid w:val="007A7290"/>
    <w:rsid w:val="00880D6D"/>
    <w:rsid w:val="008C0000"/>
    <w:rsid w:val="00917615"/>
    <w:rsid w:val="009C0B79"/>
    <w:rsid w:val="009D15EA"/>
    <w:rsid w:val="00AD5BE9"/>
    <w:rsid w:val="00B55A91"/>
    <w:rsid w:val="00B93073"/>
    <w:rsid w:val="00B95107"/>
    <w:rsid w:val="00C11A20"/>
    <w:rsid w:val="00C15DA1"/>
    <w:rsid w:val="00C222AB"/>
    <w:rsid w:val="00C632F7"/>
    <w:rsid w:val="00C74F72"/>
    <w:rsid w:val="00D17FD1"/>
    <w:rsid w:val="00D23CA0"/>
    <w:rsid w:val="00D51BB8"/>
    <w:rsid w:val="00D90A36"/>
    <w:rsid w:val="00DD020B"/>
    <w:rsid w:val="00E20353"/>
    <w:rsid w:val="00E26E77"/>
    <w:rsid w:val="00E710AB"/>
    <w:rsid w:val="00E72EE9"/>
    <w:rsid w:val="00E86A19"/>
    <w:rsid w:val="00EF46DB"/>
    <w:rsid w:val="00F25309"/>
    <w:rsid w:val="00F32DD6"/>
    <w:rsid w:val="00F75230"/>
    <w:rsid w:val="00FB1AF3"/>
    <w:rsid w:val="00FC5943"/>
    <w:rsid w:val="00FE0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AF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B1AF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152</Words>
  <Characters>872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U.Klimina</dc:creator>
  <cp:keywords/>
  <dc:description/>
  <cp:lastModifiedBy>User</cp:lastModifiedBy>
  <cp:revision>16</cp:revision>
  <dcterms:created xsi:type="dcterms:W3CDTF">2015-03-05T13:27:00Z</dcterms:created>
  <dcterms:modified xsi:type="dcterms:W3CDTF">2015-03-26T10:09:00Z</dcterms:modified>
</cp:coreProperties>
</file>